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E9" w:rsidRPr="00ED5B2A" w:rsidRDefault="003C60E9" w:rsidP="00ED5B2A">
      <w:pPr>
        <w:pStyle w:val="Default"/>
        <w:ind w:left="-851" w:right="-852"/>
        <w:jc w:val="both"/>
        <w:rPr>
          <w:rFonts w:ascii="Calibri" w:eastAsia="Batang" w:hAnsi="Calibri" w:cs="Arial"/>
          <w:sz w:val="22"/>
          <w:szCs w:val="22"/>
        </w:rPr>
      </w:pPr>
      <w:r w:rsidRPr="00ED5B2A">
        <w:rPr>
          <w:rFonts w:ascii="Calibri" w:eastAsia="Batang" w:hAnsi="Calibri" w:cs="Arial"/>
          <w:b/>
          <w:sz w:val="22"/>
          <w:szCs w:val="22"/>
          <w:u w:val="single"/>
        </w:rPr>
        <w:t>RACCOMANDATA A.R</w:t>
      </w:r>
      <w:r w:rsidRPr="00ED5B2A">
        <w:rPr>
          <w:rFonts w:ascii="Calibri" w:eastAsia="Batang" w:hAnsi="Calibri" w:cs="Arial"/>
          <w:sz w:val="22"/>
          <w:szCs w:val="22"/>
        </w:rPr>
        <w:t>.</w:t>
      </w: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eastAsia="Batang" w:hAnsi="Calibri" w:cs="Arial"/>
          <w:sz w:val="22"/>
          <w:szCs w:val="22"/>
        </w:rPr>
      </w:pPr>
      <w:r w:rsidRPr="00ED5B2A">
        <w:rPr>
          <w:rFonts w:ascii="Calibri" w:eastAsia="Batang" w:hAnsi="Calibri" w:cs="Arial"/>
          <w:sz w:val="22"/>
          <w:szCs w:val="22"/>
        </w:rPr>
        <w:t xml:space="preserve">Al Comune di </w:t>
      </w: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SAN SECONDO PARMENSE</w:t>
      </w: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P.zza Mazzini n. 10</w:t>
      </w: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43017 SAN SECONDO PARMENSE</w:t>
      </w: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spacing w:line="360" w:lineRule="auto"/>
        <w:ind w:left="-851"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_ l _ sottoscritt __  _______________________________________________, nat_ a _____________________________(Provincia _____) il _________________, residente a ______________________________ in Via __________________________________ n. tel _____________________ cellulare ________________________ mail _______________________________ recapito (se diverso dalla residenza) ___________________________ fax __________________ C.F. ____________________________________</w:t>
      </w: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center"/>
        <w:rPr>
          <w:rFonts w:ascii="Calibri" w:hAnsi="Calibri" w:cs="Arial"/>
          <w:b/>
          <w:sz w:val="22"/>
          <w:szCs w:val="22"/>
        </w:rPr>
      </w:pPr>
      <w:r w:rsidRPr="00ED5B2A">
        <w:rPr>
          <w:rFonts w:ascii="Calibri" w:hAnsi="Calibri" w:cs="Arial"/>
          <w:b/>
          <w:sz w:val="22"/>
          <w:szCs w:val="22"/>
        </w:rPr>
        <w:t>CHIEDE</w:t>
      </w: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 xml:space="preserve">Di partecipare alla procedura di mobilità esterna art. 30 del D.Leg.vo n. 165/2001 e s.m.e.i. finalizzata alla copertura di n. 1 posto di ISTRUTTORE AMMINISTRATIVO (CAT. C) SERVIZI DEMOGRAFICI  </w:t>
      </w: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630FBC">
      <w:pPr>
        <w:pStyle w:val="Default"/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A tale fine dichiara, sotto la propria responsabilità ai sensi dell’art. 46 del DPR 445/2000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essere attualmente dipendente con contratto di lavoro a tempo pieno e indeterminato presso l’ente di _______________________________________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di essere inquadrato per la posizione giuridica in categoria ____ con posizione economica _____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 xml:space="preserve">di possedere il seguente titolo di studio ___________________________ conseguito presso ___________________________ nell’anno scolastico ___________________ 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di non avere riportato, in data antecedente la scadenza prevista del presente avviso, sanzioni disciplinari;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di essere in possesso dei requisiti richiesti dal bando;</w:t>
      </w:r>
    </w:p>
    <w:p w:rsidR="003C60E9" w:rsidRPr="00ED5B2A" w:rsidRDefault="003C60E9" w:rsidP="00ED5B2A">
      <w:pPr>
        <w:pStyle w:val="Default"/>
        <w:numPr>
          <w:ilvl w:val="0"/>
          <w:numId w:val="26"/>
        </w:numPr>
        <w:tabs>
          <w:tab w:val="clear" w:pos="360"/>
          <w:tab w:val="num" w:pos="-284"/>
        </w:tabs>
        <w:ind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di autorizzare il trattamento dei dati personali, ai sensi della Legge n. 196/2003 e s.m.e.i.;</w:t>
      </w:r>
    </w:p>
    <w:p w:rsidR="003C60E9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Si allega alla presente</w:t>
      </w:r>
    </w:p>
    <w:p w:rsidR="003C60E9" w:rsidRDefault="003C60E9" w:rsidP="00ED5B2A">
      <w:pPr>
        <w:pStyle w:val="Default"/>
        <w:numPr>
          <w:ilvl w:val="0"/>
          <w:numId w:val="27"/>
        </w:numPr>
        <w:ind w:right="-85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dichiarazione preventiva di disponibilità al rilascio di nulla osta  dell’Ente di appartenenza, prendendo atto che qualora non venga allegata , la domanda non verrà valutata dall’Amministrazione;</w:t>
      </w:r>
    </w:p>
    <w:p w:rsidR="003C60E9" w:rsidRDefault="003C60E9" w:rsidP="00ED5B2A">
      <w:pPr>
        <w:pStyle w:val="Default"/>
        <w:numPr>
          <w:ilvl w:val="0"/>
          <w:numId w:val="27"/>
        </w:numPr>
        <w:ind w:right="-85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Curriculum professionale</w:t>
      </w:r>
    </w:p>
    <w:p w:rsidR="003C60E9" w:rsidRDefault="003C60E9" w:rsidP="00ED5B2A">
      <w:pPr>
        <w:pStyle w:val="Default"/>
        <w:numPr>
          <w:ilvl w:val="0"/>
          <w:numId w:val="27"/>
        </w:numPr>
        <w:ind w:right="-852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Fotocopia documento identità in corso di validità</w:t>
      </w:r>
    </w:p>
    <w:p w:rsidR="003C60E9" w:rsidRDefault="003C60E9" w:rsidP="00ED5B2A">
      <w:pPr>
        <w:pStyle w:val="Default"/>
        <w:numPr>
          <w:ilvl w:val="0"/>
          <w:numId w:val="27"/>
        </w:numPr>
        <w:ind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>Luogo e data __________________________</w:t>
      </w: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  <w:r w:rsidRPr="00ED5B2A">
        <w:rPr>
          <w:rFonts w:ascii="Calibri" w:hAnsi="Calibri" w:cs="Arial"/>
          <w:sz w:val="22"/>
          <w:szCs w:val="22"/>
        </w:rPr>
        <w:tab/>
      </w:r>
      <w:r w:rsidRPr="00ED5B2A">
        <w:rPr>
          <w:rFonts w:ascii="Calibri" w:hAnsi="Calibri" w:cs="Arial"/>
          <w:sz w:val="22"/>
          <w:szCs w:val="22"/>
        </w:rPr>
        <w:tab/>
      </w:r>
      <w:r w:rsidRPr="00ED5B2A">
        <w:rPr>
          <w:rFonts w:ascii="Calibri" w:hAnsi="Calibri" w:cs="Arial"/>
          <w:sz w:val="22"/>
          <w:szCs w:val="22"/>
        </w:rPr>
        <w:tab/>
      </w:r>
      <w:r w:rsidRPr="00ED5B2A">
        <w:rPr>
          <w:rFonts w:ascii="Calibri" w:hAnsi="Calibri" w:cs="Arial"/>
          <w:sz w:val="22"/>
          <w:szCs w:val="22"/>
        </w:rPr>
        <w:tab/>
        <w:t>Firma  __________________________________</w:t>
      </w:r>
    </w:p>
    <w:p w:rsidR="003C60E9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</w:p>
    <w:p w:rsidR="003C60E9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</w:p>
    <w:p w:rsidR="003C60E9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</w:p>
    <w:p w:rsidR="003C60E9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right"/>
        <w:rPr>
          <w:rFonts w:ascii="Calibri" w:hAnsi="Calibri" w:cs="Arial"/>
          <w:sz w:val="18"/>
          <w:szCs w:val="18"/>
        </w:rPr>
      </w:pP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18"/>
          <w:szCs w:val="18"/>
        </w:rPr>
      </w:pPr>
      <w:r w:rsidRPr="00ED5B2A">
        <w:rPr>
          <w:rFonts w:ascii="Calibri" w:hAnsi="Calibri" w:cs="Arial"/>
          <w:sz w:val="18"/>
          <w:szCs w:val="18"/>
        </w:rPr>
        <w:t>Tutti i dati personali trasmessi con la domanda di partecipazione alla procedura di  mobilità, ai sensi degli artt. 13 e 14 del Decreto Legislativo n. 196/2003, saranno trattati esclusivamente per le finalità di gestione della presente procedura di mobilità e dell’eventuale successivo procedimento di assunzione.</w:t>
      </w:r>
    </w:p>
    <w:p w:rsidR="003C60E9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p w:rsidR="003C60E9" w:rsidRPr="00ED5B2A" w:rsidRDefault="003C60E9" w:rsidP="00ED5B2A">
      <w:pPr>
        <w:pStyle w:val="Default"/>
        <w:ind w:left="-851" w:right="-852"/>
        <w:jc w:val="both"/>
        <w:rPr>
          <w:rFonts w:ascii="Calibri" w:hAnsi="Calibri" w:cs="Arial"/>
          <w:sz w:val="22"/>
          <w:szCs w:val="22"/>
        </w:rPr>
      </w:pPr>
    </w:p>
    <w:sectPr w:rsidR="003C60E9" w:rsidRPr="00ED5B2A" w:rsidSect="008E46D5">
      <w:headerReference w:type="default" r:id="rId7"/>
      <w:pgSz w:w="11906" w:h="16838"/>
      <w:pgMar w:top="567" w:right="1701" w:bottom="284" w:left="1701" w:header="558" w:footer="408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0E9" w:rsidRDefault="003C60E9">
      <w:r>
        <w:separator/>
      </w:r>
    </w:p>
  </w:endnote>
  <w:endnote w:type="continuationSeparator" w:id="0">
    <w:p w:rsidR="003C60E9" w:rsidRDefault="003C6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0E9" w:rsidRDefault="003C60E9">
      <w:r>
        <w:separator/>
      </w:r>
    </w:p>
  </w:footnote>
  <w:footnote w:type="continuationSeparator" w:id="0">
    <w:p w:rsidR="003C60E9" w:rsidRDefault="003C6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E9" w:rsidRDefault="003C60E9">
    <w:pPr>
      <w:pStyle w:val="Title"/>
      <w:rPr>
        <w:rFonts w:ascii="Albertus Medium" w:hAnsi="Albertus Medium"/>
      </w:rPr>
    </w:pPr>
  </w:p>
  <w:p w:rsidR="003C60E9" w:rsidRDefault="003C60E9">
    <w:pPr>
      <w:pStyle w:val="Title"/>
      <w:spacing w:line="360" w:lineRule="auto"/>
      <w:rPr>
        <w:rFonts w:ascii="Albertus Medium" w:hAnsi="Albertus Medium"/>
        <w:sz w:val="32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0813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F41127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6331439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AA5157E"/>
    <w:multiLevelType w:val="singleLevel"/>
    <w:tmpl w:val="020275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48E2F15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9091EE7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1D2F45BB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EB6607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2177343"/>
    <w:multiLevelType w:val="hybridMultilevel"/>
    <w:tmpl w:val="2A82405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8B448E7"/>
    <w:multiLevelType w:val="hybridMultilevel"/>
    <w:tmpl w:val="A8BA624A"/>
    <w:lvl w:ilvl="0" w:tplc="B504E1E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F552A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37F50367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403D1699"/>
    <w:multiLevelType w:val="hybridMultilevel"/>
    <w:tmpl w:val="272C22F4"/>
    <w:lvl w:ilvl="0" w:tplc="D3064D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67B05"/>
    <w:multiLevelType w:val="singleLevel"/>
    <w:tmpl w:val="78C0F960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hint="default"/>
      </w:rPr>
    </w:lvl>
  </w:abstractNum>
  <w:abstractNum w:abstractNumId="14">
    <w:nsid w:val="535E0F39"/>
    <w:multiLevelType w:val="hybridMultilevel"/>
    <w:tmpl w:val="1D18975E"/>
    <w:lvl w:ilvl="0" w:tplc="12A6BB8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B39E2"/>
    <w:multiLevelType w:val="singleLevel"/>
    <w:tmpl w:val="1D3840CE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>
    <w:nsid w:val="5FB85E81"/>
    <w:multiLevelType w:val="hybridMultilevel"/>
    <w:tmpl w:val="A67094EE"/>
    <w:lvl w:ilvl="0" w:tplc="5276CFA0">
      <w:numFmt w:val="bullet"/>
      <w:lvlText w:val="-"/>
      <w:lvlJc w:val="left"/>
      <w:pPr>
        <w:tabs>
          <w:tab w:val="num" w:pos="-491"/>
        </w:tabs>
        <w:ind w:left="-491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17">
    <w:nsid w:val="6AD65A18"/>
    <w:multiLevelType w:val="hybridMultilevel"/>
    <w:tmpl w:val="1E3E777E"/>
    <w:lvl w:ilvl="0" w:tplc="0410000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849"/>
        </w:tabs>
        <w:ind w:left="6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569"/>
        </w:tabs>
        <w:ind w:left="75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289"/>
        </w:tabs>
        <w:ind w:left="8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09"/>
        </w:tabs>
        <w:ind w:left="9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29"/>
        </w:tabs>
        <w:ind w:left="97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449"/>
        </w:tabs>
        <w:ind w:left="10449" w:hanging="360"/>
      </w:pPr>
      <w:rPr>
        <w:rFonts w:ascii="Wingdings" w:hAnsi="Wingdings" w:hint="default"/>
      </w:rPr>
    </w:lvl>
  </w:abstractNum>
  <w:abstractNum w:abstractNumId="18">
    <w:nsid w:val="6C6E091F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6D300D98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6ECD6F1E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6FB01283"/>
    <w:multiLevelType w:val="hybridMultilevel"/>
    <w:tmpl w:val="9B2ED47C"/>
    <w:lvl w:ilvl="0" w:tplc="56AA2B6E">
      <w:start w:val="1"/>
      <w:numFmt w:val="bullet"/>
      <w:lvlText w:val="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2D368D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6061855"/>
    <w:multiLevelType w:val="hybridMultilevel"/>
    <w:tmpl w:val="6012E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E7761D"/>
    <w:multiLevelType w:val="singleLevel"/>
    <w:tmpl w:val="15943048"/>
    <w:lvl w:ilvl="0">
      <w:start w:val="29"/>
      <w:numFmt w:val="bullet"/>
      <w:lvlText w:val=""/>
      <w:lvlJc w:val="left"/>
      <w:pPr>
        <w:tabs>
          <w:tab w:val="num" w:pos="473"/>
        </w:tabs>
        <w:ind w:left="284" w:hanging="171"/>
      </w:pPr>
      <w:rPr>
        <w:rFonts w:ascii="Monotype Sorts" w:hAnsi="Monotype Sorts" w:hint="default"/>
      </w:rPr>
    </w:lvl>
  </w:abstractNum>
  <w:abstractNum w:abstractNumId="25">
    <w:nsid w:val="7E264D2B"/>
    <w:multiLevelType w:val="singleLevel"/>
    <w:tmpl w:val="02027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6"/>
  </w:num>
  <w:num w:numId="5">
    <w:abstractNumId w:val="18"/>
  </w:num>
  <w:num w:numId="6">
    <w:abstractNumId w:val="25"/>
  </w:num>
  <w:num w:numId="7">
    <w:abstractNumId w:val="19"/>
  </w:num>
  <w:num w:numId="8">
    <w:abstractNumId w:val="7"/>
  </w:num>
  <w:num w:numId="9">
    <w:abstractNumId w:val="2"/>
  </w:num>
  <w:num w:numId="10">
    <w:abstractNumId w:val="4"/>
  </w:num>
  <w:num w:numId="11">
    <w:abstractNumId w:val="24"/>
  </w:num>
  <w:num w:numId="12">
    <w:abstractNumId w:val="0"/>
  </w:num>
  <w:num w:numId="13">
    <w:abstractNumId w:val="22"/>
  </w:num>
  <w:num w:numId="14">
    <w:abstractNumId w:val="3"/>
  </w:num>
  <w:num w:numId="15">
    <w:abstractNumId w:val="1"/>
  </w:num>
  <w:num w:numId="16">
    <w:abstractNumId w:val="13"/>
  </w:num>
  <w:num w:numId="17">
    <w:abstractNumId w:val="5"/>
  </w:num>
  <w:num w:numId="18">
    <w:abstractNumId w:val="10"/>
  </w:num>
  <w:num w:numId="19">
    <w:abstractNumId w:val="17"/>
  </w:num>
  <w:num w:numId="20">
    <w:abstractNumId w:val="14"/>
  </w:num>
  <w:num w:numId="21">
    <w:abstractNumId w:val="12"/>
  </w:num>
  <w:num w:numId="22">
    <w:abstractNumId w:val="9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BDC"/>
    <w:rsid w:val="000776B7"/>
    <w:rsid w:val="000C728C"/>
    <w:rsid w:val="000D0AF8"/>
    <w:rsid w:val="00110F9D"/>
    <w:rsid w:val="00150A21"/>
    <w:rsid w:val="001A598C"/>
    <w:rsid w:val="001E1116"/>
    <w:rsid w:val="00240C90"/>
    <w:rsid w:val="003A571F"/>
    <w:rsid w:val="003B1C89"/>
    <w:rsid w:val="003C60E9"/>
    <w:rsid w:val="003D6348"/>
    <w:rsid w:val="003F288A"/>
    <w:rsid w:val="00431FD3"/>
    <w:rsid w:val="00443096"/>
    <w:rsid w:val="00444096"/>
    <w:rsid w:val="004552AF"/>
    <w:rsid w:val="004C34A6"/>
    <w:rsid w:val="0052708B"/>
    <w:rsid w:val="005B41AE"/>
    <w:rsid w:val="005B49DF"/>
    <w:rsid w:val="00630FBC"/>
    <w:rsid w:val="00650E70"/>
    <w:rsid w:val="00662715"/>
    <w:rsid w:val="006D5065"/>
    <w:rsid w:val="006F6124"/>
    <w:rsid w:val="0070346C"/>
    <w:rsid w:val="008444A6"/>
    <w:rsid w:val="008E46D5"/>
    <w:rsid w:val="009056F8"/>
    <w:rsid w:val="00971DD9"/>
    <w:rsid w:val="00A37974"/>
    <w:rsid w:val="00A840EB"/>
    <w:rsid w:val="00AA4756"/>
    <w:rsid w:val="00AC332F"/>
    <w:rsid w:val="00B62C1B"/>
    <w:rsid w:val="00C52385"/>
    <w:rsid w:val="00C578D3"/>
    <w:rsid w:val="00C662A2"/>
    <w:rsid w:val="00CA3BDC"/>
    <w:rsid w:val="00CD3BE1"/>
    <w:rsid w:val="00CF059C"/>
    <w:rsid w:val="00D22C3E"/>
    <w:rsid w:val="00D2414E"/>
    <w:rsid w:val="00ED5B2A"/>
    <w:rsid w:val="00EE5C4C"/>
    <w:rsid w:val="00F35910"/>
    <w:rsid w:val="00F42A41"/>
    <w:rsid w:val="00F430F7"/>
    <w:rsid w:val="00F55A81"/>
    <w:rsid w:val="00F60262"/>
    <w:rsid w:val="00FC266A"/>
    <w:rsid w:val="00FC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D5"/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E46D5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31FD3"/>
    <w:rPr>
      <w:rFonts w:ascii="Cambria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8E46D5"/>
    <w:pPr>
      <w:tabs>
        <w:tab w:val="center" w:pos="4819"/>
        <w:tab w:val="right" w:pos="9638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1FD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8E46D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1FD3"/>
    <w:rPr>
      <w:rFonts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8E46D5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31FD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8E46D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E4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FD3"/>
    <w:rPr>
      <w:rFonts w:cs="Times New Roman"/>
      <w:sz w:val="2"/>
    </w:rPr>
  </w:style>
  <w:style w:type="character" w:styleId="Hyperlink">
    <w:name w:val="Hyperlink"/>
    <w:basedOn w:val="DefaultParagraphFont"/>
    <w:uiPriority w:val="99"/>
    <w:semiHidden/>
    <w:rsid w:val="008E46D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55A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2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332</Words>
  <Characters>1893</Characters>
  <Application>Microsoft Office Outlook</Application>
  <DocSecurity>0</DocSecurity>
  <Lines>0</Lines>
  <Paragraphs>0</Paragraphs>
  <ScaleCrop>false</ScaleCrop>
  <Company>Comune di San Secondo P.se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win95</dc:creator>
  <cp:keywords/>
  <dc:description/>
  <cp:lastModifiedBy>nadiadonati</cp:lastModifiedBy>
  <cp:revision>2</cp:revision>
  <cp:lastPrinted>2012-01-31T09:16:00Z</cp:lastPrinted>
  <dcterms:created xsi:type="dcterms:W3CDTF">2012-01-31T09:17:00Z</dcterms:created>
  <dcterms:modified xsi:type="dcterms:W3CDTF">2012-01-31T09:17:00Z</dcterms:modified>
</cp:coreProperties>
</file>